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B9418" w14:textId="77777777" w:rsidR="00BA01CB" w:rsidRPr="00F87A13" w:rsidRDefault="00BA01CB" w:rsidP="00326A3A">
      <w:pPr>
        <w:pStyle w:val="Heading1"/>
        <w:rPr>
          <w:color w:val="FF0000"/>
        </w:rPr>
      </w:pPr>
      <w:r w:rsidRPr="00F87A13">
        <w:rPr>
          <w:rFonts w:ascii="Segoe UI Symbol" w:hAnsi="Segoe UI Symbol" w:cs="Segoe UI Symbol" w:hint="cs"/>
          <w:color w:val="FF0000"/>
          <w:rtl/>
        </w:rPr>
        <w:t>⭐️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فادر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وب</w:t>
      </w:r>
      <w:r w:rsidRPr="00F87A13">
        <w:rPr>
          <w:color w:val="FF0000"/>
          <w:rtl/>
        </w:rPr>
        <w:t xml:space="preserve"> | </w:t>
      </w:r>
      <w:r w:rsidRPr="00F87A13">
        <w:rPr>
          <w:rFonts w:hint="eastAsia"/>
          <w:color w:val="FF0000"/>
          <w:rtl/>
        </w:rPr>
        <w:t>منبع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فروش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سورس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ربات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و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سا</w:t>
      </w:r>
      <w:r w:rsidRPr="00F87A13">
        <w:rPr>
          <w:rFonts w:hint="cs"/>
          <w:color w:val="FF0000"/>
          <w:rtl/>
        </w:rPr>
        <w:t>ی</w:t>
      </w:r>
      <w:r w:rsidRPr="00F87A13">
        <w:rPr>
          <w:rFonts w:hint="eastAsia"/>
          <w:color w:val="FF0000"/>
          <w:rtl/>
        </w:rPr>
        <w:t>ت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و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قالب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و</w:t>
      </w:r>
      <w:r w:rsidRPr="00F87A13">
        <w:rPr>
          <w:color w:val="FF0000"/>
          <w:rtl/>
        </w:rPr>
        <w:t xml:space="preserve"> </w:t>
      </w:r>
      <w:r w:rsidRPr="00F87A13">
        <w:rPr>
          <w:rFonts w:hint="eastAsia"/>
          <w:color w:val="FF0000"/>
          <w:rtl/>
        </w:rPr>
        <w:t>افزونه</w:t>
      </w:r>
    </w:p>
    <w:p w14:paraId="151D1AEA" w14:textId="77777777" w:rsidR="00BA01CB" w:rsidRPr="00474E51" w:rsidRDefault="00BA01CB" w:rsidP="00BA01CB">
      <w:pPr>
        <w:rPr>
          <w:b/>
          <w:bCs/>
        </w:rPr>
      </w:pPr>
    </w:p>
    <w:p w14:paraId="189E2D58" w14:textId="77777777" w:rsidR="00BA01CB" w:rsidRPr="00474E51" w:rsidRDefault="00BA01CB" w:rsidP="00326A3A">
      <w:pPr>
        <w:pStyle w:val="Heading1"/>
      </w:pP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وبسا</w:t>
      </w:r>
      <w:r w:rsidRPr="00474E51">
        <w:rPr>
          <w:rFonts w:hint="cs"/>
          <w:rtl/>
        </w:rPr>
        <w:t>ی</w:t>
      </w:r>
      <w:r w:rsidRPr="00474E51">
        <w:rPr>
          <w:rFonts w:hint="eastAsia"/>
          <w:rtl/>
        </w:rPr>
        <w:t>ت</w:t>
      </w:r>
      <w:r w:rsidRPr="00474E51">
        <w:rPr>
          <w:rtl/>
        </w:rPr>
        <w:t>:</w:t>
      </w:r>
    </w:p>
    <w:p w14:paraId="073E5480" w14:textId="77777777" w:rsidR="00BA01CB" w:rsidRPr="00185E0E" w:rsidRDefault="00BA01CB" w:rsidP="003B55F2">
      <w:pPr>
        <w:pStyle w:val="Heading3"/>
        <w:rPr>
          <w:rStyle w:val="IntenseReference"/>
        </w:rPr>
      </w:pPr>
      <w:r w:rsidRPr="00955D76">
        <w:rPr>
          <w:rFonts w:ascii="Segoe UI Symbol" w:hAnsi="Segoe UI Symbol" w:cs="Segoe UI Symbol"/>
        </w:rPr>
        <w:t>🌐</w:t>
      </w:r>
      <w:r w:rsidRPr="00955D76">
        <w:t xml:space="preserve">  </w:t>
      </w:r>
      <w:hyperlink r:id="rId5" w:history="1">
        <w:proofErr w:type="spellStart"/>
        <w:r w:rsidR="00474E51" w:rsidRPr="00955D76">
          <w:rPr>
            <w:rStyle w:val="Hyperlink"/>
            <w:color w:val="00B050"/>
          </w:rPr>
          <w:t>F</w:t>
        </w:r>
        <w:r w:rsidRPr="00955D76">
          <w:rPr>
            <w:rStyle w:val="Hyperlink"/>
            <w:color w:val="00B050"/>
          </w:rPr>
          <w:t>atherweb.ir</w:t>
        </w:r>
        <w:proofErr w:type="spellEnd"/>
      </w:hyperlink>
    </w:p>
    <w:p w14:paraId="7D3C6992" w14:textId="77777777" w:rsidR="00BA01CB" w:rsidRPr="00474E51" w:rsidRDefault="00BA01CB" w:rsidP="00BA01CB">
      <w:pPr>
        <w:rPr>
          <w:b/>
          <w:bCs/>
        </w:rPr>
      </w:pPr>
    </w:p>
    <w:p w14:paraId="11AAF34A" w14:textId="77777777" w:rsidR="00BA01CB" w:rsidRPr="00474E51" w:rsidRDefault="00BA01CB" w:rsidP="004E721E">
      <w:pPr>
        <w:pStyle w:val="Heading1"/>
      </w:pPr>
      <w:r w:rsidRPr="00474E51">
        <w:rPr>
          <w:rFonts w:ascii="Segoe UI Symbol" w:hAnsi="Segoe UI Symbol" w:cs="Segoe UI Symbol" w:hint="cs"/>
          <w:rtl/>
        </w:rPr>
        <w:t>💬</w:t>
      </w: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جهت</w:t>
      </w: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سفارش</w:t>
      </w: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طراح</w:t>
      </w:r>
      <w:r w:rsidRPr="00474E51">
        <w:rPr>
          <w:rFonts w:hint="cs"/>
          <w:rtl/>
        </w:rPr>
        <w:t>ی</w:t>
      </w: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انواع</w:t>
      </w: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ربات</w:t>
      </w: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و</w:t>
      </w:r>
      <w:r w:rsidRPr="00474E51">
        <w:rPr>
          <w:rtl/>
        </w:rPr>
        <w:t xml:space="preserve"> </w:t>
      </w:r>
      <w:r w:rsidRPr="00474E51">
        <w:rPr>
          <w:rFonts w:hint="eastAsia"/>
          <w:rtl/>
        </w:rPr>
        <w:t>سا</w:t>
      </w:r>
      <w:r w:rsidRPr="00474E51">
        <w:rPr>
          <w:rFonts w:hint="cs"/>
          <w:rtl/>
        </w:rPr>
        <w:t>ی</w:t>
      </w:r>
      <w:r w:rsidRPr="00474E51">
        <w:rPr>
          <w:rFonts w:hint="eastAsia"/>
          <w:rtl/>
        </w:rPr>
        <w:t>ت</w:t>
      </w:r>
      <w:r w:rsidRPr="00474E51">
        <w:rPr>
          <w:rtl/>
        </w:rPr>
        <w:t xml:space="preserve"> </w:t>
      </w:r>
      <w:r w:rsidRPr="00474E51">
        <w:rPr>
          <w:rFonts w:ascii="Segoe UI Symbol" w:hAnsi="Segoe UI Symbol" w:cs="Segoe UI Symbol" w:hint="cs"/>
          <w:rtl/>
        </w:rPr>
        <w:t>👇</w:t>
      </w:r>
    </w:p>
    <w:p w14:paraId="66440B10" w14:textId="77777777" w:rsidR="00BA01CB" w:rsidRPr="00955D76" w:rsidRDefault="00BA01CB" w:rsidP="003B55F2">
      <w:pPr>
        <w:pStyle w:val="Heading3"/>
      </w:pPr>
      <w:r w:rsidRPr="00955D76">
        <w:rPr>
          <w:rFonts w:ascii="Segoe UI Emoji" w:hAnsi="Segoe UI Emoji" w:cs="Segoe UI Emoji"/>
        </w:rPr>
        <w:t>🧑</w:t>
      </w:r>
      <w:r w:rsidRPr="00955D76">
        <w:t>‍</w:t>
      </w:r>
      <w:r w:rsidRPr="00955D76">
        <w:rPr>
          <w:rFonts w:ascii="Segoe UI Symbol" w:hAnsi="Segoe UI Symbol" w:cs="Segoe UI Symbol"/>
        </w:rPr>
        <w:t>💻</w:t>
      </w:r>
      <w:r w:rsidRPr="00955D76">
        <w:t xml:space="preserve">  </w:t>
      </w:r>
      <w:hyperlink r:id="rId6" w:history="1">
        <w:r w:rsidRPr="00955D76">
          <w:rPr>
            <w:rStyle w:val="Hyperlink"/>
            <w:color w:val="FF0000"/>
          </w:rPr>
          <w:t>@FatherWeb_ir</w:t>
        </w:r>
      </w:hyperlink>
    </w:p>
    <w:p w14:paraId="5B6952F5" w14:textId="77777777" w:rsidR="00BA01CB" w:rsidRPr="00474E51" w:rsidRDefault="00BA01CB" w:rsidP="00BA01CB">
      <w:pPr>
        <w:rPr>
          <w:b/>
          <w:bCs/>
        </w:rPr>
      </w:pPr>
    </w:p>
    <w:p w14:paraId="72A05B4A" w14:textId="77777777" w:rsidR="00E94641" w:rsidRDefault="00BA01CB" w:rsidP="00A03630">
      <w:pPr>
        <w:pStyle w:val="Heading3"/>
      </w:pPr>
      <w:r w:rsidRPr="00955D76">
        <w:rPr>
          <w:rFonts w:ascii="Segoe UI Symbol" w:hAnsi="Segoe UI Symbol" w:cs="Segoe UI Symbol"/>
        </w:rPr>
        <w:t>🔐</w:t>
      </w:r>
      <w:r w:rsidRPr="00955D76">
        <w:t xml:space="preserve"> CH : </w:t>
      </w:r>
      <w:hyperlink r:id="rId7" w:history="1">
        <w:r w:rsidRPr="00955D76">
          <w:rPr>
            <w:rStyle w:val="Hyperlink"/>
            <w:color w:val="0070C0"/>
          </w:rPr>
          <w:t>@Fatherweb</w:t>
        </w:r>
      </w:hyperlink>
    </w:p>
    <w:p w14:paraId="0CDB215E" w14:textId="77777777" w:rsidR="003E0947" w:rsidRDefault="003E0947" w:rsidP="003E0947"/>
    <w:p w14:paraId="4D9BD3D0" w14:textId="77777777" w:rsidR="003E0947" w:rsidRDefault="003E0947" w:rsidP="003E0947"/>
    <w:p w14:paraId="6E19A308" w14:textId="77777777" w:rsidR="003E0947" w:rsidRPr="003E0947" w:rsidRDefault="00D16155" w:rsidP="003E0947">
      <w:r>
        <w:rPr>
          <w:rtl/>
        </w:rPr>
        <w:t xml:space="preserve">موفق و پیروز باشید </w:t>
      </w:r>
      <w:r w:rsidR="007E74C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  <w:r w:rsidR="007E74C1">
        <w:t>.</w:t>
      </w:r>
    </w:p>
    <w:sectPr w:rsidR="003E0947" w:rsidRPr="003E0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54DA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9C6C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05867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630D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6C6A1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5E72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06D5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8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7A6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CE5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403B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6207194"/>
    <w:multiLevelType w:val="hybridMultilevel"/>
    <w:tmpl w:val="0CD00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A2B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4720D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B10376F"/>
    <w:multiLevelType w:val="hybridMultilevel"/>
    <w:tmpl w:val="D27A2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D255B"/>
    <w:multiLevelType w:val="hybridMultilevel"/>
    <w:tmpl w:val="AACE4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B46F2"/>
    <w:multiLevelType w:val="hybridMultilevel"/>
    <w:tmpl w:val="E20C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E172A"/>
    <w:multiLevelType w:val="multilevel"/>
    <w:tmpl w:val="06707A1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16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attachedTemplate r:id="rId1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CB"/>
    <w:rsid w:val="000005E5"/>
    <w:rsid w:val="00002AF7"/>
    <w:rsid w:val="0001381B"/>
    <w:rsid w:val="000E6C9B"/>
    <w:rsid w:val="00185E0E"/>
    <w:rsid w:val="001B3F98"/>
    <w:rsid w:val="001E3BC3"/>
    <w:rsid w:val="00262898"/>
    <w:rsid w:val="00326A3A"/>
    <w:rsid w:val="003B55F2"/>
    <w:rsid w:val="003E0947"/>
    <w:rsid w:val="00442B3C"/>
    <w:rsid w:val="00474E51"/>
    <w:rsid w:val="004E721E"/>
    <w:rsid w:val="00515AA9"/>
    <w:rsid w:val="005D2B6C"/>
    <w:rsid w:val="00623BA5"/>
    <w:rsid w:val="007E74C1"/>
    <w:rsid w:val="00815CF9"/>
    <w:rsid w:val="0088034C"/>
    <w:rsid w:val="008F4C56"/>
    <w:rsid w:val="00955D76"/>
    <w:rsid w:val="009B2540"/>
    <w:rsid w:val="009C02E5"/>
    <w:rsid w:val="00A03630"/>
    <w:rsid w:val="00A31968"/>
    <w:rsid w:val="00BA01CB"/>
    <w:rsid w:val="00D16155"/>
    <w:rsid w:val="00D87780"/>
    <w:rsid w:val="00E94641"/>
    <w:rsid w:val="00F8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407E"/>
  <w15:chartTrackingRefBased/>
  <w15:docId w15:val="{A5A4298A-2521-A54A-BF81-C4843106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B3C"/>
  </w:style>
  <w:style w:type="paragraph" w:styleId="Heading1">
    <w:name w:val="heading 1"/>
    <w:basedOn w:val="Normal"/>
    <w:next w:val="Normal"/>
    <w:link w:val="Heading1Char"/>
    <w:uiPriority w:val="9"/>
    <w:qFormat/>
    <w:rsid w:val="00442B3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2B3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B3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B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B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2B3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2B3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B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B3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rsid w:val="000005E5"/>
    <w:pPr>
      <w:spacing w:after="200" w:line="240" w:lineRule="auto"/>
    </w:pPr>
    <w:rPr>
      <w:i/>
      <w:iCs/>
      <w:color w:val="6E747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5E5"/>
    <w:pPr>
      <w:spacing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5E5"/>
    <w:rPr>
      <w:rFonts w:ascii="Segoe UI" w:hAnsi="Segoe UI" w:cs="Segoe UI"/>
      <w:sz w:val="2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005E5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005E5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005E5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05E5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005E5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5E5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5E5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05E5"/>
    <w:pPr>
      <w:spacing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05E5"/>
    <w:rPr>
      <w:rFonts w:ascii="Segoe UI" w:hAnsi="Segoe UI" w:cs="Segoe UI"/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05E5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0005E5"/>
    <w:pPr>
      <w:spacing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05E5"/>
    <w:pPr>
      <w:spacing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05E5"/>
    <w:rPr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05E5"/>
    <w:pPr>
      <w:spacing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05E5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0005E5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0005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005E5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005E5"/>
    <w:pPr>
      <w:spacing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5E5"/>
    <w:rPr>
      <w:rFonts w:ascii="Consolas" w:hAnsi="Consolas"/>
      <w:sz w:val="22"/>
      <w:szCs w:val="21"/>
    </w:rPr>
  </w:style>
  <w:style w:type="paragraph" w:styleId="BlockText">
    <w:name w:val="Block Text"/>
    <w:basedOn w:val="Normal"/>
    <w:uiPriority w:val="99"/>
    <w:semiHidden/>
    <w:unhideWhenUsed/>
    <w:rsid w:val="000005E5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cstheme="minorBidi"/>
      <w:i/>
      <w:iCs/>
      <w:color w:val="1F4E79" w:themeColor="accent1" w:themeShade="80"/>
    </w:rPr>
  </w:style>
  <w:style w:type="character" w:styleId="Hyperlink">
    <w:name w:val="Hyperlink"/>
    <w:basedOn w:val="DefaultParagraphFont"/>
    <w:uiPriority w:val="99"/>
    <w:unhideWhenUsed/>
    <w:rsid w:val="000005E5"/>
    <w:rPr>
      <w:color w:val="806000" w:themeColor="accent4" w:themeShade="80"/>
      <w:u w:val="single"/>
    </w:rPr>
  </w:style>
  <w:style w:type="character" w:styleId="PlaceholderText">
    <w:name w:val="Placeholder Text"/>
    <w:basedOn w:val="DefaultParagraphFont"/>
    <w:uiPriority w:val="99"/>
    <w:semiHidden/>
    <w:rsid w:val="000005E5"/>
    <w:rPr>
      <w:color w:val="52565B" w:themeColor="text2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3F9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880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t.me/fatherweb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t.me/fatherweb_ir" TargetMode="External" /><Relationship Id="rId5" Type="http://schemas.openxmlformats.org/officeDocument/2006/relationships/hyperlink" Target="https://fatherweb.ir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AEC583E0-4717-6E41-A0A5-D8531F2E0577%7dtf02786994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6E747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F7B615"/>
      </a:hlink>
      <a:folHlink>
        <a:srgbClr val="704404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%7bAEC583E0-4717-6E41-A0A5-D8531F2E0577%7dtf02786994.dotx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iranpanele@gmail.com</cp:lastModifiedBy>
  <cp:revision>2</cp:revision>
  <dcterms:created xsi:type="dcterms:W3CDTF">2022-05-01T20:38:00Z</dcterms:created>
  <dcterms:modified xsi:type="dcterms:W3CDTF">2022-05-01T20:38:00Z</dcterms:modified>
</cp:coreProperties>
</file>